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3A42CD" w:rsidRPr="003A42CD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3A42CD" w:rsidRPr="003A42CD">
        <w:rPr>
          <w:rFonts w:ascii="Times New Roman" w:hAnsi="Times New Roman"/>
          <w:b/>
        </w:rPr>
        <w:t>BP.271.19.2019.BS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3A42CD" w:rsidRPr="003A42CD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3A42CD" w:rsidRPr="003A42CD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3A42CD" w:rsidRPr="003A42CD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3A42CD" w:rsidRPr="003A42CD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3A42CD" w:rsidRPr="003A42CD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3A42CD" w:rsidRPr="003A42CD">
        <w:rPr>
          <w:rFonts w:ascii="Times New Roman" w:hAnsi="Times New Roman"/>
        </w:rPr>
        <w:t>(t.j. Dz. U. z  2018 r. poz. 1986)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3A42CD" w:rsidRPr="003A42CD">
        <w:rPr>
          <w:rFonts w:ascii="Times New Roman" w:hAnsi="Times New Roman"/>
          <w:b/>
        </w:rPr>
        <w:t>Budowa siłowni w Mechlinie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3A42CD" w:rsidRPr="003A42CD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lastRenderedPageBreak/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lastRenderedPageBreak/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825" w:rsidRDefault="00DF0825" w:rsidP="0038231F">
      <w:pPr>
        <w:spacing w:after="0" w:line="240" w:lineRule="auto"/>
      </w:pPr>
      <w:r>
        <w:separator/>
      </w:r>
    </w:p>
  </w:endnote>
  <w:endnote w:type="continuationSeparator" w:id="0">
    <w:p w:rsidR="00DF0825" w:rsidRDefault="00DF08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2CD" w:rsidRDefault="003A42C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2295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22956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2CD" w:rsidRDefault="003A42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825" w:rsidRDefault="00DF0825" w:rsidP="0038231F">
      <w:pPr>
        <w:spacing w:after="0" w:line="240" w:lineRule="auto"/>
      </w:pPr>
      <w:r>
        <w:separator/>
      </w:r>
    </w:p>
  </w:footnote>
  <w:footnote w:type="continuationSeparator" w:id="0">
    <w:p w:rsidR="00DF0825" w:rsidRDefault="00DF082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2CD" w:rsidRDefault="003A42C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2CD" w:rsidRDefault="003A42C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2CD" w:rsidRDefault="003A42C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825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22956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A42CD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F0825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FB1EF-5108-4C87-A2E1-326DD84BE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514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2016-07-26T10:32:00Z</cp:lastPrinted>
  <dcterms:created xsi:type="dcterms:W3CDTF">2019-04-19T06:32:00Z</dcterms:created>
  <dcterms:modified xsi:type="dcterms:W3CDTF">2019-04-19T06:32:00Z</dcterms:modified>
</cp:coreProperties>
</file>